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8B4358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9240F" w:rsidRPr="00F9240F">
        <w:rPr>
          <w:rFonts w:eastAsia="Times New Roman" w:cs="Times New Roman"/>
          <w:b/>
          <w:lang w:eastAsia="cs-CZ"/>
        </w:rPr>
        <w:t>Revizní činnost elektrického zařízení SEE v obvodu OŘ Plzeň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F9240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F9240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4EED"/>
    <w:rsid w:val="00B75EE1"/>
    <w:rsid w:val="00B77481"/>
    <w:rsid w:val="00B80597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240F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80597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471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2024-11-27T09:45:00Z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